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78E" w:rsidRPr="009E5138" w:rsidRDefault="004E778E" w:rsidP="009E5138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55.5pt;height:61.5pt;visibility:visible">
            <v:imagedata r:id="rId5" o:title=""/>
          </v:shape>
        </w:pict>
      </w:r>
    </w:p>
    <w:p w:rsidR="004E778E" w:rsidRPr="009E5138" w:rsidRDefault="004E778E" w:rsidP="009E5138">
      <w:pPr>
        <w:pStyle w:val="Title"/>
        <w:tabs>
          <w:tab w:val="left" w:pos="2925"/>
          <w:tab w:val="center" w:pos="4819"/>
        </w:tabs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9E5138">
        <w:rPr>
          <w:rFonts w:ascii="Times New Roman" w:hAnsi="Times New Roman" w:cs="Times New Roman"/>
          <w:b w:val="0"/>
          <w:bCs w:val="0"/>
          <w:sz w:val="32"/>
          <w:szCs w:val="32"/>
        </w:rPr>
        <w:t>У К Р А Ї Н А</w:t>
      </w:r>
    </w:p>
    <w:p w:rsidR="004E778E" w:rsidRPr="009E5138" w:rsidRDefault="004E778E" w:rsidP="009E5138">
      <w:pPr>
        <w:pStyle w:val="Title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9E5138">
        <w:rPr>
          <w:rFonts w:ascii="Times New Roman" w:hAnsi="Times New Roman" w:cs="Times New Roman"/>
          <w:b w:val="0"/>
          <w:bCs w:val="0"/>
          <w:sz w:val="32"/>
          <w:szCs w:val="32"/>
        </w:rPr>
        <w:t>ЧОПСЬКА МІСЬКА РАДА ЗАКАРПАТСЬКОЇ ОБЛАСТІ</w:t>
      </w:r>
    </w:p>
    <w:p w:rsidR="004E778E" w:rsidRPr="009E5138" w:rsidRDefault="004E778E" w:rsidP="009E5138">
      <w:pPr>
        <w:pStyle w:val="Title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9E5138">
        <w:rPr>
          <w:rFonts w:ascii="Times New Roman" w:hAnsi="Times New Roman" w:cs="Times New Roman"/>
          <w:b w:val="0"/>
          <w:bCs w:val="0"/>
          <w:sz w:val="32"/>
          <w:szCs w:val="32"/>
        </w:rPr>
        <w:t>ВИКОНАВЧИЙ  КОМІТЕТ</w:t>
      </w:r>
    </w:p>
    <w:p w:rsidR="004E778E" w:rsidRPr="009E5138" w:rsidRDefault="004E778E" w:rsidP="009E5138">
      <w:pPr>
        <w:pStyle w:val="Title"/>
        <w:rPr>
          <w:rFonts w:ascii="Times New Roman" w:hAnsi="Times New Roman" w:cs="Times New Roman"/>
          <w:b w:val="0"/>
          <w:bCs w:val="0"/>
        </w:rPr>
      </w:pPr>
      <w:r w:rsidRPr="009E5138">
        <w:rPr>
          <w:rFonts w:ascii="Times New Roman" w:hAnsi="Times New Roman" w:cs="Times New Roman"/>
          <w:b w:val="0"/>
          <w:bCs w:val="0"/>
          <w:sz w:val="32"/>
          <w:szCs w:val="32"/>
        </w:rPr>
        <w:t>Р І Ш Е Н Н Я</w:t>
      </w:r>
    </w:p>
    <w:p w:rsidR="004E778E" w:rsidRPr="009E5138" w:rsidRDefault="004E778E" w:rsidP="009E5138">
      <w:pPr>
        <w:pStyle w:val="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E778E" w:rsidRPr="00E11D45" w:rsidRDefault="004E778E" w:rsidP="00FA0C8F">
      <w:pPr>
        <w:jc w:val="both"/>
        <w:rPr>
          <w:b/>
          <w:bCs/>
          <w:u w:val="single"/>
        </w:rPr>
      </w:pPr>
      <w:r>
        <w:t>від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 xml:space="preserve"> </w:t>
      </w:r>
      <w:r w:rsidRPr="00E11D45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26  травня  2016 </w:t>
      </w:r>
      <w:r>
        <w:rPr>
          <w:b/>
          <w:bCs/>
        </w:rPr>
        <w:t xml:space="preserve"> </w:t>
      </w:r>
      <w:r>
        <w:t xml:space="preserve">року    </w:t>
      </w:r>
      <w:r>
        <w:rPr>
          <w:b/>
          <w:bCs/>
        </w:rPr>
        <w:t xml:space="preserve">           </w:t>
      </w:r>
      <w:r>
        <w:t>№</w:t>
      </w:r>
      <w:r>
        <w:rPr>
          <w:b/>
          <w:bCs/>
        </w:rPr>
        <w:t xml:space="preserve"> </w:t>
      </w:r>
      <w:r>
        <w:rPr>
          <w:b/>
          <w:bCs/>
          <w:lang w:val="uk-UA"/>
        </w:rPr>
        <w:t xml:space="preserve"> </w:t>
      </w:r>
      <w:r>
        <w:rPr>
          <w:b/>
          <w:bCs/>
          <w:u w:val="single"/>
        </w:rPr>
        <w:t>9</w:t>
      </w:r>
      <w:r>
        <w:rPr>
          <w:b/>
          <w:bCs/>
          <w:u w:val="single"/>
          <w:lang w:val="uk-UA"/>
        </w:rPr>
        <w:t>4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4E778E" w:rsidRDefault="004E778E" w:rsidP="00E11D45">
      <w:pPr>
        <w:rPr>
          <w:lang w:val="uk-UA"/>
        </w:rPr>
      </w:pPr>
      <w:r>
        <w:t xml:space="preserve">              м. Чоп</w:t>
      </w:r>
    </w:p>
    <w:p w:rsidR="004E778E" w:rsidRPr="009E5138" w:rsidRDefault="004E778E" w:rsidP="009E5138">
      <w:pPr>
        <w:rPr>
          <w:lang w:val="uk-UA"/>
        </w:rPr>
      </w:pPr>
    </w:p>
    <w:p w:rsidR="004E778E" w:rsidRPr="00E11D45" w:rsidRDefault="004E778E" w:rsidP="009E5138">
      <w:pPr>
        <w:rPr>
          <w:b/>
          <w:bCs/>
          <w:i/>
          <w:iCs/>
        </w:rPr>
      </w:pPr>
      <w:r w:rsidRPr="009E5138">
        <w:rPr>
          <w:b/>
          <w:bCs/>
          <w:i/>
          <w:iCs/>
          <w:lang w:val="uk-UA"/>
        </w:rPr>
        <w:t>Про затвердження графіку роботи</w:t>
      </w:r>
    </w:p>
    <w:p w:rsidR="004E778E" w:rsidRPr="00E11D45" w:rsidRDefault="004E778E" w:rsidP="009E5138">
      <w:pPr>
        <w:rPr>
          <w:b/>
          <w:bCs/>
          <w:i/>
          <w:iCs/>
        </w:rPr>
      </w:pPr>
      <w:r w:rsidRPr="009E5138">
        <w:rPr>
          <w:b/>
          <w:bCs/>
          <w:i/>
          <w:iCs/>
          <w:lang w:val="uk-UA"/>
        </w:rPr>
        <w:t>Центру надання адміністративних послуг</w:t>
      </w:r>
    </w:p>
    <w:p w:rsidR="004E778E" w:rsidRPr="009E5138" w:rsidRDefault="004E778E" w:rsidP="009E5138">
      <w:pPr>
        <w:rPr>
          <w:b/>
          <w:bCs/>
          <w:i/>
          <w:iCs/>
          <w:lang w:val="uk-UA"/>
        </w:rPr>
      </w:pPr>
      <w:r w:rsidRPr="009E5138">
        <w:rPr>
          <w:b/>
          <w:bCs/>
          <w:i/>
          <w:iCs/>
          <w:lang w:val="uk-UA"/>
        </w:rPr>
        <w:t>та реєстраційних дій Чопської міської ради</w:t>
      </w:r>
    </w:p>
    <w:p w:rsidR="004E778E" w:rsidRPr="009E5138" w:rsidRDefault="004E778E" w:rsidP="009E5138">
      <w:pPr>
        <w:rPr>
          <w:lang w:val="uk-UA"/>
        </w:rPr>
      </w:pPr>
    </w:p>
    <w:p w:rsidR="004E778E" w:rsidRPr="009E5138" w:rsidRDefault="004E778E" w:rsidP="009E5138">
      <w:pPr>
        <w:ind w:firstLine="708"/>
        <w:jc w:val="both"/>
        <w:rPr>
          <w:lang w:val="uk-UA"/>
        </w:rPr>
      </w:pPr>
      <w:r w:rsidRPr="009E5138">
        <w:rPr>
          <w:lang w:val="uk-UA"/>
        </w:rPr>
        <w:t>Відповідно до ст.</w:t>
      </w:r>
      <w:r>
        <w:rPr>
          <w:lang w:val="uk-UA"/>
        </w:rPr>
        <w:t xml:space="preserve"> 40</w:t>
      </w:r>
      <w:bookmarkStart w:id="0" w:name="_GoBack"/>
      <w:bookmarkEnd w:id="0"/>
      <w:r w:rsidRPr="009E5138">
        <w:rPr>
          <w:lang w:val="uk-UA"/>
        </w:rPr>
        <w:t xml:space="preserve"> Закону України „Про мі</w:t>
      </w:r>
      <w:r>
        <w:rPr>
          <w:lang w:val="uk-UA"/>
        </w:rPr>
        <w:t>сцеве самоврядування в Україні”, п. 17 Положення про Центр надання адміністративних послуг та реєстраційних дій Чопської міської ради</w:t>
      </w:r>
      <w:r w:rsidRPr="009E5138">
        <w:rPr>
          <w:lang w:val="uk-UA"/>
        </w:rPr>
        <w:t xml:space="preserve"> Виконавчий комітет Чопської міської ради</w:t>
      </w:r>
    </w:p>
    <w:p w:rsidR="004E778E" w:rsidRPr="009E5138" w:rsidRDefault="004E778E" w:rsidP="009E5138">
      <w:pPr>
        <w:ind w:firstLine="708"/>
        <w:jc w:val="both"/>
        <w:rPr>
          <w:lang w:val="uk-UA"/>
        </w:rPr>
      </w:pPr>
    </w:p>
    <w:p w:rsidR="004E778E" w:rsidRPr="009E5138" w:rsidRDefault="004E778E" w:rsidP="009E5138">
      <w:pPr>
        <w:jc w:val="center"/>
        <w:rPr>
          <w:b/>
          <w:bCs/>
          <w:lang w:val="uk-UA"/>
        </w:rPr>
      </w:pPr>
      <w:r w:rsidRPr="009E5138">
        <w:rPr>
          <w:b/>
          <w:bCs/>
          <w:lang w:val="uk-UA"/>
        </w:rPr>
        <w:t>вирішив:</w:t>
      </w:r>
    </w:p>
    <w:p w:rsidR="004E778E" w:rsidRPr="009E5138" w:rsidRDefault="004E778E" w:rsidP="009E5138">
      <w:pPr>
        <w:jc w:val="both"/>
        <w:rPr>
          <w:lang w:val="uk-UA"/>
        </w:rPr>
      </w:pPr>
    </w:p>
    <w:p w:rsidR="004E778E" w:rsidRDefault="004E778E" w:rsidP="007A7BD5">
      <w:pPr>
        <w:pStyle w:val="ListParagraph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Затвердити графік </w:t>
      </w:r>
      <w:r w:rsidRPr="00273324">
        <w:rPr>
          <w:lang w:val="uk-UA"/>
        </w:rPr>
        <w:t>Центру надання адміністративних послуг та реєстраційних дій Чопської міської ради</w:t>
      </w:r>
      <w:r>
        <w:rPr>
          <w:lang w:val="uk-UA"/>
        </w:rPr>
        <w:t>:</w:t>
      </w:r>
    </w:p>
    <w:p w:rsidR="004E778E" w:rsidRDefault="004E778E" w:rsidP="007A7BD5">
      <w:pPr>
        <w:tabs>
          <w:tab w:val="left" w:pos="851"/>
        </w:tabs>
        <w:jc w:val="both"/>
        <w:rPr>
          <w:lang w:val="uk-UA"/>
        </w:rPr>
      </w:pPr>
    </w:p>
    <w:p w:rsidR="004E778E" w:rsidRDefault="004E778E" w:rsidP="007A7BD5">
      <w:p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>Понеділок з 08.30 до 18.00</w:t>
      </w:r>
    </w:p>
    <w:p w:rsidR="004E778E" w:rsidRDefault="004E778E" w:rsidP="007A7BD5">
      <w:p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>Вівторок 08.30 до 20.00</w:t>
      </w:r>
    </w:p>
    <w:p w:rsidR="004E778E" w:rsidRDefault="004E778E" w:rsidP="007A7BD5">
      <w:p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>Середа 08.30 до 18.00</w:t>
      </w:r>
    </w:p>
    <w:p w:rsidR="004E778E" w:rsidRDefault="004E778E" w:rsidP="007A7BD5">
      <w:p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>Четвер 08.30 до 20.00</w:t>
      </w:r>
    </w:p>
    <w:p w:rsidR="004E778E" w:rsidRDefault="004E778E" w:rsidP="007A7BD5">
      <w:p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>П’ятниця 08.30 до 14.30</w:t>
      </w:r>
    </w:p>
    <w:p w:rsidR="004E778E" w:rsidRDefault="004E778E" w:rsidP="007A7BD5">
      <w:p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>Субота 08.30 до 14.30</w:t>
      </w:r>
    </w:p>
    <w:p w:rsidR="004E778E" w:rsidRDefault="004E778E" w:rsidP="007A7BD5">
      <w:pPr>
        <w:tabs>
          <w:tab w:val="left" w:pos="851"/>
        </w:tabs>
        <w:jc w:val="both"/>
        <w:rPr>
          <w:lang w:val="uk-UA"/>
        </w:rPr>
      </w:pPr>
    </w:p>
    <w:p w:rsidR="004E778E" w:rsidRPr="00721532" w:rsidRDefault="004E778E" w:rsidP="00261C83">
      <w:pPr>
        <w:ind w:firstLine="709"/>
        <w:jc w:val="both"/>
        <w:rPr>
          <w:lang w:val="uk-UA"/>
        </w:rPr>
      </w:pPr>
      <w:r w:rsidRPr="00721532">
        <w:rPr>
          <w:lang w:val="uk-UA"/>
        </w:rPr>
        <w:t xml:space="preserve">Прийом суб’єктів звернень здійснюється без перерви. Центр надання адміністративних послуг </w:t>
      </w:r>
      <w:r>
        <w:rPr>
          <w:lang w:val="uk-UA"/>
        </w:rPr>
        <w:t xml:space="preserve">та реєстраційних дій Чопської міської ради </w:t>
      </w:r>
      <w:r w:rsidRPr="00721532">
        <w:rPr>
          <w:lang w:val="uk-UA"/>
        </w:rPr>
        <w:t>не працює у неділю та святкові дні.</w:t>
      </w:r>
    </w:p>
    <w:p w:rsidR="004E778E" w:rsidRDefault="004E778E" w:rsidP="007A7BD5">
      <w:pPr>
        <w:tabs>
          <w:tab w:val="left" w:pos="851"/>
        </w:tabs>
        <w:jc w:val="both"/>
        <w:rPr>
          <w:lang w:val="uk-UA"/>
        </w:rPr>
      </w:pPr>
    </w:p>
    <w:p w:rsidR="004E778E" w:rsidRPr="00AA387C" w:rsidRDefault="004E778E" w:rsidP="00AA387C">
      <w:pPr>
        <w:pStyle w:val="ListParagraph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AA387C">
        <w:rPr>
          <w:lang w:val="uk-UA"/>
        </w:rPr>
        <w:t>Контроль за виконанням цього рішення покласти на секретаря міської ради Чолавина М.В.</w:t>
      </w:r>
    </w:p>
    <w:p w:rsidR="004E778E" w:rsidRDefault="004E778E" w:rsidP="00261C83">
      <w:pPr>
        <w:tabs>
          <w:tab w:val="left" w:pos="851"/>
        </w:tabs>
        <w:jc w:val="both"/>
        <w:rPr>
          <w:lang w:val="uk-UA"/>
        </w:rPr>
      </w:pPr>
    </w:p>
    <w:p w:rsidR="004E778E" w:rsidRDefault="004E778E" w:rsidP="00261C83">
      <w:pPr>
        <w:tabs>
          <w:tab w:val="left" w:pos="851"/>
        </w:tabs>
        <w:jc w:val="both"/>
        <w:rPr>
          <w:lang w:val="uk-UA"/>
        </w:rPr>
      </w:pPr>
    </w:p>
    <w:p w:rsidR="004E778E" w:rsidRPr="00261C83" w:rsidRDefault="004E778E" w:rsidP="00F04FA0">
      <w:pPr>
        <w:jc w:val="both"/>
        <w:rPr>
          <w:lang w:val="uk-UA"/>
        </w:rPr>
      </w:pPr>
      <w:r>
        <w:t>В.о. міського голови</w:t>
      </w:r>
      <w:r>
        <w:tab/>
        <w:t xml:space="preserve">                                                                      </w:t>
      </w:r>
      <w:r>
        <w:tab/>
        <w:t>М. Чолавин</w:t>
      </w:r>
    </w:p>
    <w:sectPr w:rsidR="004E778E" w:rsidRPr="00261C83" w:rsidSect="007B7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74CA0"/>
    <w:multiLevelType w:val="hybridMultilevel"/>
    <w:tmpl w:val="148EE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2C0"/>
    <w:rsid w:val="000A6E3C"/>
    <w:rsid w:val="00165786"/>
    <w:rsid w:val="00180B00"/>
    <w:rsid w:val="00261C83"/>
    <w:rsid w:val="00273324"/>
    <w:rsid w:val="002922C0"/>
    <w:rsid w:val="00390B38"/>
    <w:rsid w:val="003F1091"/>
    <w:rsid w:val="00466A39"/>
    <w:rsid w:val="004E778E"/>
    <w:rsid w:val="005A094D"/>
    <w:rsid w:val="005E31FE"/>
    <w:rsid w:val="00643C63"/>
    <w:rsid w:val="00721532"/>
    <w:rsid w:val="007A7BD5"/>
    <w:rsid w:val="007B7645"/>
    <w:rsid w:val="009D46B9"/>
    <w:rsid w:val="009E5138"/>
    <w:rsid w:val="00A24F37"/>
    <w:rsid w:val="00AA387C"/>
    <w:rsid w:val="00CA78C0"/>
    <w:rsid w:val="00D564A3"/>
    <w:rsid w:val="00D72C88"/>
    <w:rsid w:val="00E11D45"/>
    <w:rsid w:val="00E91903"/>
    <w:rsid w:val="00EB5809"/>
    <w:rsid w:val="00EC73F0"/>
    <w:rsid w:val="00F04FA0"/>
    <w:rsid w:val="00FA0C8F"/>
    <w:rsid w:val="00FE1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138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Subtitle"/>
    <w:link w:val="TitleChar"/>
    <w:uiPriority w:val="99"/>
    <w:qFormat/>
    <w:rsid w:val="009E5138"/>
    <w:pPr>
      <w:suppressAutoHyphens/>
      <w:jc w:val="center"/>
    </w:pPr>
    <w:rPr>
      <w:rFonts w:ascii="Arial" w:hAnsi="Arial" w:cs="Arial"/>
      <w:b/>
      <w:bCs/>
      <w:sz w:val="36"/>
      <w:szCs w:val="36"/>
      <w:lang w:val="uk-UA"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9E5138"/>
    <w:rPr>
      <w:rFonts w:ascii="Arial" w:hAnsi="Arial" w:cs="Arial"/>
      <w:b/>
      <w:bCs/>
      <w:sz w:val="24"/>
      <w:szCs w:val="24"/>
      <w:lang w:val="uk-UA"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9E5138"/>
    <w:pPr>
      <w:numPr>
        <w:ilvl w:val="1"/>
      </w:numPr>
    </w:pPr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E5138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E51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5138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7A7BD5"/>
    <w:pPr>
      <w:ind w:left="720"/>
    </w:pPr>
  </w:style>
  <w:style w:type="paragraph" w:customStyle="1" w:styleId="a">
    <w:name w:val="Знак Знак Знак Знак Знак Знак Знак Знак Знак"/>
    <w:basedOn w:val="Normal"/>
    <w:uiPriority w:val="99"/>
    <w:rsid w:val="00261C83"/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Знак Знак"/>
    <w:basedOn w:val="Normal"/>
    <w:uiPriority w:val="99"/>
    <w:rsid w:val="00E11D45"/>
    <w:rPr>
      <w:rFonts w:ascii="Verdana" w:eastAsia="Batang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6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166</Words>
  <Characters>951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20</cp:revision>
  <dcterms:created xsi:type="dcterms:W3CDTF">2016-03-31T12:34:00Z</dcterms:created>
  <dcterms:modified xsi:type="dcterms:W3CDTF">2016-05-25T13:29:00Z</dcterms:modified>
</cp:coreProperties>
</file>